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CC1" w:rsidRDefault="00042CC1" w:rsidP="00E73603">
      <w:pPr>
        <w:pStyle w:val="ConsPlusNormal"/>
        <w:jc w:val="center"/>
      </w:pPr>
    </w:p>
    <w:p w:rsidR="00EC6C44" w:rsidRDefault="00EC6C44" w:rsidP="00EC6C44">
      <w:pPr>
        <w:pStyle w:val="ConsPlusNormal"/>
        <w:jc w:val="center"/>
      </w:pPr>
      <w:r>
        <w:t>ИНФОРМАЦИЯ</w:t>
      </w:r>
    </w:p>
    <w:p w:rsidR="00EC6C44" w:rsidRDefault="00EC6C44" w:rsidP="00EC6C44">
      <w:pPr>
        <w:pStyle w:val="ConsPlusNormal"/>
        <w:jc w:val="center"/>
      </w:pPr>
      <w:r>
        <w:t>о мониторинге 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D003F7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D003F7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D003F7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D003F7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C6C44" w:rsidP="00D003F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970DD5">
              <w:rPr>
                <w:sz w:val="20"/>
                <w:szCs w:val="20"/>
              </w:rPr>
              <w:t>.</w:t>
            </w:r>
            <w:r w:rsidR="00E62846" w:rsidRPr="00E62846">
              <w:rPr>
                <w:sz w:val="20"/>
                <w:szCs w:val="20"/>
              </w:rPr>
              <w:t>2025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603" w:rsidRPr="00E62846" w:rsidRDefault="00EC6C44" w:rsidP="00EC6C44">
            <w:pPr>
              <w:jc w:val="both"/>
            </w:pPr>
            <w:r>
              <w:t>Комитет по финансам, налоговой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5730F5" w:rsidRDefault="005730F5" w:rsidP="00447B56">
            <w:pPr>
              <w:pStyle w:val="ConsPlusNormal"/>
              <w:rPr>
                <w:sz w:val="20"/>
                <w:szCs w:val="20"/>
              </w:rPr>
            </w:pPr>
            <w:r w:rsidRPr="005730F5">
              <w:rPr>
                <w:sz w:val="20"/>
                <w:szCs w:val="20"/>
              </w:rPr>
              <w:t>Муниципальная программа «</w:t>
            </w:r>
            <w:r w:rsidR="00447B56">
              <w:rPr>
                <w:sz w:val="20"/>
                <w:szCs w:val="20"/>
              </w:rPr>
              <w:t>Комплексные меры противодействия злоупотреблению наркотиками и их незаконному обороту в городе Рубцовске</w:t>
            </w:r>
            <w:r w:rsidR="00180A69" w:rsidRPr="00180A69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C6C44" w:rsidRDefault="005730F5" w:rsidP="00EC6C44">
            <w:pPr>
              <w:pStyle w:val="ConsPlusNormal"/>
              <w:rPr>
                <w:sz w:val="16"/>
                <w:szCs w:val="16"/>
              </w:rPr>
            </w:pPr>
            <w:r w:rsidRPr="00EC6C44">
              <w:rPr>
                <w:sz w:val="16"/>
                <w:szCs w:val="16"/>
              </w:rPr>
              <w:t>2</w:t>
            </w:r>
            <w:r w:rsidR="00447B56" w:rsidRPr="00EC6C44">
              <w:rPr>
                <w:sz w:val="16"/>
                <w:szCs w:val="16"/>
              </w:rPr>
              <w:t>1</w:t>
            </w:r>
            <w:r w:rsidR="00EC6C44" w:rsidRPr="00EC6C44">
              <w:rPr>
                <w:sz w:val="16"/>
                <w:szCs w:val="16"/>
              </w:rPr>
              <w:t xml:space="preserve"> </w:t>
            </w:r>
            <w:r w:rsidR="00447B56" w:rsidRPr="00EC6C44">
              <w:rPr>
                <w:sz w:val="16"/>
                <w:szCs w:val="16"/>
              </w:rPr>
              <w:t>0</w:t>
            </w:r>
            <w:r w:rsidR="00EC6C44" w:rsidRPr="00EC6C44">
              <w:rPr>
                <w:sz w:val="16"/>
                <w:szCs w:val="16"/>
              </w:rPr>
              <w:t xml:space="preserve"> </w:t>
            </w:r>
            <w:r w:rsidR="00447B56" w:rsidRPr="00EC6C44">
              <w:rPr>
                <w:sz w:val="16"/>
                <w:szCs w:val="16"/>
              </w:rPr>
              <w:t>00</w:t>
            </w:r>
            <w:r w:rsidR="00EC6C44" w:rsidRPr="00EC6C44"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Р6099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2846" w:rsidRDefault="00E62846" w:rsidP="00447B56">
            <w:pPr>
              <w:pStyle w:val="ConsPlusNormal"/>
            </w:pPr>
            <w:r w:rsidRPr="005730F5">
              <w:rPr>
                <w:sz w:val="20"/>
                <w:szCs w:val="20"/>
              </w:rPr>
              <w:t>Проведение мероприятий</w:t>
            </w:r>
            <w:r w:rsidR="00447B56">
              <w:rPr>
                <w:sz w:val="20"/>
                <w:szCs w:val="20"/>
              </w:rPr>
              <w:t xml:space="preserve"> в рамках муниципальной программы 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C6C44" w:rsidRDefault="00EC6C44" w:rsidP="00447B56">
            <w:pPr>
              <w:pStyle w:val="ConsPlusNormal"/>
              <w:rPr>
                <w:sz w:val="16"/>
                <w:szCs w:val="16"/>
              </w:rPr>
            </w:pPr>
            <w:r w:rsidRPr="00EC6C44">
              <w:rPr>
                <w:sz w:val="16"/>
                <w:szCs w:val="16"/>
              </w:rPr>
              <w:t>057</w:t>
            </w:r>
            <w:r>
              <w:rPr>
                <w:sz w:val="16"/>
                <w:szCs w:val="16"/>
              </w:rPr>
              <w:t> </w:t>
            </w:r>
            <w:r w:rsidRPr="00EC6C44">
              <w:rPr>
                <w:sz w:val="16"/>
                <w:szCs w:val="16"/>
              </w:rPr>
              <w:t>0804</w:t>
            </w:r>
            <w:r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Р6099</w:t>
            </w:r>
            <w:r>
              <w:rPr>
                <w:sz w:val="16"/>
                <w:szCs w:val="16"/>
              </w:rPr>
              <w:t xml:space="preserve"> </w:t>
            </w:r>
            <w:r w:rsidRPr="00EC6C44">
              <w:rPr>
                <w:sz w:val="16"/>
                <w:szCs w:val="16"/>
              </w:rPr>
              <w:t>612</w:t>
            </w:r>
          </w:p>
        </w:tc>
      </w:tr>
      <w:tr w:rsidR="00E73603" w:rsidTr="00E62846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E62846" w:rsidRDefault="00E62846" w:rsidP="008A4DC3">
            <w:pPr>
              <w:pStyle w:val="ConsPlusNormal"/>
              <w:rPr>
                <w:sz w:val="24"/>
                <w:szCs w:val="24"/>
              </w:rPr>
            </w:pPr>
            <w:r w:rsidRPr="00E62846">
              <w:rPr>
                <w:sz w:val="24"/>
                <w:szCs w:val="24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918"/>
            <w:bookmarkEnd w:id="1"/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447B5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</w:t>
            </w:r>
            <w:r w:rsidRPr="00631B09">
              <w:rPr>
                <w:sz w:val="24"/>
                <w:szCs w:val="24"/>
              </w:rPr>
              <w:lastRenderedPageBreak/>
              <w:t>предшествующих отчетному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73603" w:rsidRPr="00631B09">
              <w:rPr>
                <w:sz w:val="24"/>
                <w:szCs w:val="24"/>
              </w:rPr>
              <w:t>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5730F5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73603" w:rsidRPr="00631B09">
              <w:rPr>
                <w:sz w:val="24"/>
                <w:szCs w:val="24"/>
              </w:rPr>
              <w:t>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D003F7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2" w:name="P964"/>
      <w:bookmarkEnd w:id="2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1015"/>
        <w:gridCol w:w="918"/>
        <w:gridCol w:w="918"/>
        <w:gridCol w:w="836"/>
        <w:gridCol w:w="444"/>
        <w:gridCol w:w="717"/>
        <w:gridCol w:w="773"/>
        <w:gridCol w:w="717"/>
        <w:gridCol w:w="773"/>
        <w:gridCol w:w="773"/>
        <w:gridCol w:w="805"/>
        <w:gridCol w:w="653"/>
        <w:gridCol w:w="1349"/>
        <w:gridCol w:w="951"/>
        <w:gridCol w:w="1096"/>
        <w:gridCol w:w="800"/>
        <w:gridCol w:w="800"/>
      </w:tblGrid>
      <w:tr w:rsidR="004C22C2" w:rsidRPr="007F09D2" w:rsidTr="009706B2">
        <w:tc>
          <w:tcPr>
            <w:tcW w:w="9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101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18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58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02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4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60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3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9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7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80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5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4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51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80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7F09D2" w:rsidRPr="007F09D2" w:rsidTr="009706B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4C22C2" w:rsidRPr="007F09D2" w:rsidTr="009706B2">
        <w:tc>
          <w:tcPr>
            <w:tcW w:w="9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3" w:name="P992"/>
            <w:bookmarkEnd w:id="3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101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4" w:name="P993"/>
            <w:bookmarkEnd w:id="4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18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3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5" w:name="P996"/>
            <w:bookmarkEnd w:id="5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6" w:name="P997"/>
            <w:bookmarkEnd w:id="6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7" w:name="P998"/>
            <w:bookmarkEnd w:id="7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8" w:name="P999"/>
            <w:bookmarkEnd w:id="8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1000"/>
            <w:bookmarkEnd w:id="9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0" w:name="P1001"/>
            <w:bookmarkEnd w:id="10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7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1" w:name="P1002"/>
            <w:bookmarkEnd w:id="11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80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1003"/>
            <w:bookmarkEnd w:id="12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5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1004"/>
            <w:bookmarkEnd w:id="13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4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1005"/>
            <w:bookmarkEnd w:id="14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51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1006"/>
            <w:bookmarkEnd w:id="15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1007"/>
            <w:bookmarkEnd w:id="16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1008"/>
            <w:bookmarkEnd w:id="17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80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9"/>
            <w:bookmarkEnd w:id="18"/>
            <w:r w:rsidRPr="007F09D2">
              <w:rPr>
                <w:sz w:val="20"/>
                <w:szCs w:val="20"/>
              </w:rPr>
              <w:t>18</w:t>
            </w:r>
          </w:p>
        </w:tc>
      </w:tr>
      <w:tr w:rsidR="00DB663C" w:rsidRPr="007F09D2" w:rsidTr="009706B2">
        <w:tc>
          <w:tcPr>
            <w:tcW w:w="1941" w:type="dxa"/>
            <w:gridSpan w:val="2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DD4A69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DB663C" w:rsidRPr="007F09D2" w:rsidRDefault="00FF151A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73" w:type="dxa"/>
            <w:vAlign w:val="center"/>
          </w:tcPr>
          <w:p w:rsidR="00DB663C" w:rsidRPr="007F09D2" w:rsidRDefault="00D003F7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17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DB663C" w:rsidRPr="007F09D2" w:rsidRDefault="00DB663C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53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49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51" w:type="dxa"/>
            <w:vAlign w:val="center"/>
          </w:tcPr>
          <w:p w:rsidR="00DB663C" w:rsidRPr="007F09D2" w:rsidRDefault="00FF151A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B663C">
              <w:rPr>
                <w:sz w:val="20"/>
                <w:szCs w:val="20"/>
              </w:rPr>
              <w:t>0000,00</w:t>
            </w:r>
          </w:p>
        </w:tc>
        <w:tc>
          <w:tcPr>
            <w:tcW w:w="1096" w:type="dxa"/>
            <w:vAlign w:val="center"/>
          </w:tcPr>
          <w:p w:rsidR="00DB663C" w:rsidRPr="007F09D2" w:rsidRDefault="00DB663C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DB663C" w:rsidRPr="007F09D2" w:rsidRDefault="00447B56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</w:t>
            </w:r>
            <w:proofErr w:type="spellStart"/>
            <w:r>
              <w:rPr>
                <w:sz w:val="20"/>
                <w:szCs w:val="20"/>
              </w:rPr>
              <w:t>Алтайсельмаш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</w:t>
            </w:r>
            <w:r>
              <w:rPr>
                <w:sz w:val="20"/>
                <w:szCs w:val="20"/>
              </w:rPr>
              <w:lastRenderedPageBreak/>
              <w:t>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522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FF151A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550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</w:t>
            </w:r>
            <w:r w:rsidRPr="005730F5">
              <w:rPr>
                <w:sz w:val="20"/>
                <w:szCs w:val="20"/>
              </w:rPr>
              <w:lastRenderedPageBreak/>
              <w:t>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КТ-0000000002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</w:t>
            </w:r>
            <w:r>
              <w:rPr>
                <w:sz w:val="20"/>
                <w:szCs w:val="20"/>
              </w:rPr>
              <w:lastRenderedPageBreak/>
              <w:t>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rPr>
          <w:trHeight w:val="601"/>
        </w:trPr>
        <w:tc>
          <w:tcPr>
            <w:tcW w:w="0" w:type="auto"/>
            <w:vMerge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противодействия злоупотреблению наркотиками и их незаконному обороту в городе Рубцовске</w:t>
            </w:r>
          </w:p>
          <w:p w:rsidR="009706B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vAlign w:val="center"/>
          </w:tcPr>
          <w:p w:rsidR="009706B2" w:rsidRPr="007F09D2" w:rsidRDefault="009706B2" w:rsidP="009706B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КТ-0000000003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825A4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825A4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9706B2" w:rsidRPr="007F09D2" w:rsidTr="009706B2">
        <w:tc>
          <w:tcPr>
            <w:tcW w:w="926" w:type="dxa"/>
            <w:vMerge w:val="restart"/>
            <w:vAlign w:val="center"/>
          </w:tcPr>
          <w:p w:rsidR="009706B2" w:rsidRPr="007F09D2" w:rsidRDefault="009706B2" w:rsidP="00DB663C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/к «Торпедо»</w:t>
            </w:r>
          </w:p>
        </w:tc>
        <w:tc>
          <w:tcPr>
            <w:tcW w:w="1015" w:type="dxa"/>
            <w:vAlign w:val="center"/>
          </w:tcPr>
          <w:p w:rsidR="009706B2" w:rsidRPr="007F09D2" w:rsidRDefault="009706B2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Проведение мероприятий</w:t>
            </w:r>
            <w:r>
              <w:rPr>
                <w:sz w:val="20"/>
                <w:szCs w:val="20"/>
              </w:rPr>
              <w:t xml:space="preserve"> в рамках муниципальной программы Комплексные меры противодействия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36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10000,00</w:t>
            </w:r>
          </w:p>
        </w:tc>
        <w:tc>
          <w:tcPr>
            <w:tcW w:w="1096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0" w:type="dxa"/>
            <w:vAlign w:val="center"/>
          </w:tcPr>
          <w:p w:rsidR="009706B2" w:rsidRPr="007F09D2" w:rsidRDefault="009706B2" w:rsidP="009B409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706B2" w:rsidRPr="007F09D2" w:rsidTr="009706B2">
        <w:trPr>
          <w:trHeight w:val="150"/>
        </w:trPr>
        <w:tc>
          <w:tcPr>
            <w:tcW w:w="0" w:type="auto"/>
            <w:vMerge/>
          </w:tcPr>
          <w:p w:rsidR="009706B2" w:rsidRPr="007F09D2" w:rsidRDefault="009706B2" w:rsidP="00FA1B34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015" w:type="dxa"/>
            <w:vAlign w:val="center"/>
          </w:tcPr>
          <w:p w:rsidR="009706B2" w:rsidRPr="007F09D2" w:rsidRDefault="009706B2" w:rsidP="00447B56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F09D2">
              <w:rPr>
                <w:sz w:val="20"/>
                <w:szCs w:val="20"/>
              </w:rPr>
              <w:t>Контрол</w:t>
            </w:r>
            <w:proofErr w:type="spellEnd"/>
            <w:r w:rsidRPr="007F09D2">
              <w:rPr>
                <w:sz w:val="20"/>
                <w:szCs w:val="20"/>
              </w:rPr>
              <w:t xml:space="preserve"> </w:t>
            </w:r>
            <w:proofErr w:type="spellStart"/>
            <w:r w:rsidRPr="007F09D2">
              <w:rPr>
                <w:sz w:val="20"/>
                <w:szCs w:val="20"/>
              </w:rPr>
              <w:t>ьная</w:t>
            </w:r>
            <w:proofErr w:type="spellEnd"/>
            <w:proofErr w:type="gramEnd"/>
            <w:r w:rsidRPr="007F09D2">
              <w:rPr>
                <w:sz w:val="20"/>
                <w:szCs w:val="20"/>
              </w:rPr>
              <w:t xml:space="preserve"> точка:</w:t>
            </w:r>
            <w:r>
              <w:rPr>
                <w:sz w:val="20"/>
                <w:szCs w:val="20"/>
              </w:rPr>
              <w:t xml:space="preserve"> </w:t>
            </w:r>
            <w:r w:rsidRPr="005730F5">
              <w:rPr>
                <w:sz w:val="20"/>
                <w:szCs w:val="20"/>
              </w:rPr>
              <w:t>мероприяти</w:t>
            </w:r>
            <w:r>
              <w:rPr>
                <w:sz w:val="20"/>
                <w:szCs w:val="20"/>
              </w:rPr>
              <w:t>я в рамках программы Комплексные меры противоде</w:t>
            </w:r>
            <w:r>
              <w:rPr>
                <w:sz w:val="20"/>
                <w:szCs w:val="20"/>
              </w:rPr>
              <w:lastRenderedPageBreak/>
              <w:t>йствия злоупотреблению наркотиками и их незаконному обороту в городе Рубцовске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КТ-0000000001</w:t>
            </w:r>
          </w:p>
        </w:tc>
        <w:tc>
          <w:tcPr>
            <w:tcW w:w="918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36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4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73" w:type="dxa"/>
            <w:vAlign w:val="center"/>
          </w:tcPr>
          <w:p w:rsidR="009706B2" w:rsidRPr="007F09D2" w:rsidRDefault="009706B2" w:rsidP="005D0D62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05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53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49" w:type="dxa"/>
            <w:vAlign w:val="center"/>
          </w:tcPr>
          <w:p w:rsidR="009706B2" w:rsidRPr="007F09D2" w:rsidRDefault="009706B2" w:rsidP="00447B5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51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96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00" w:type="dxa"/>
            <w:vAlign w:val="center"/>
          </w:tcPr>
          <w:p w:rsidR="009706B2" w:rsidRPr="007F09D2" w:rsidRDefault="009706B2" w:rsidP="005D0D62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Pr="007F09D2" w:rsidRDefault="00E73603" w:rsidP="00E73603">
      <w:pPr>
        <w:ind w:left="5670"/>
        <w:jc w:val="both"/>
      </w:pPr>
    </w:p>
    <w:p w:rsidR="00E73603" w:rsidRPr="007F09D2" w:rsidRDefault="00E73603" w:rsidP="00E73603">
      <w:pPr>
        <w:ind w:left="5670"/>
        <w:jc w:val="both"/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C22CB7" w:rsidRPr="00B226B1" w:rsidRDefault="00C22CB7" w:rsidP="00B226B1">
      <w:pPr>
        <w:tabs>
          <w:tab w:val="left" w:pos="396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AEB" w:rsidRDefault="00045AEB">
      <w:r>
        <w:separator/>
      </w:r>
    </w:p>
  </w:endnote>
  <w:endnote w:type="continuationSeparator" w:id="0">
    <w:p w:rsidR="00045AEB" w:rsidRDefault="00045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6408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AEB" w:rsidRDefault="00045AEB">
      <w:r>
        <w:separator/>
      </w:r>
    </w:p>
  </w:footnote>
  <w:footnote w:type="continuationSeparator" w:id="0">
    <w:p w:rsidR="00045AEB" w:rsidRDefault="00045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631B09">
    <w:pPr>
      <w:pStyle w:val="a5"/>
      <w:jc w:val="right"/>
    </w:pPr>
  </w:p>
  <w:p w:rsidR="00631B09" w:rsidRDefault="00631B0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6408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1B0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1B09" w:rsidRDefault="00631B09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B09" w:rsidRDefault="003A6408">
    <w:pPr>
      <w:pStyle w:val="a5"/>
      <w:jc w:val="right"/>
    </w:pPr>
    <w:fldSimple w:instr=" PAGE   \* MERGEFORMAT ">
      <w:r w:rsidR="00EC6C44">
        <w:rPr>
          <w:noProof/>
        </w:rPr>
        <w:t>8</w:t>
      </w:r>
    </w:fldSimple>
  </w:p>
  <w:p w:rsidR="00631B09" w:rsidRDefault="00631B09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00B0"/>
    <w:rsid w:val="000004C3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5AEB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0A69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6700F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370F9"/>
    <w:rsid w:val="0034202B"/>
    <w:rsid w:val="00345033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3DCC"/>
    <w:rsid w:val="00364056"/>
    <w:rsid w:val="00365321"/>
    <w:rsid w:val="00365963"/>
    <w:rsid w:val="00365BA8"/>
    <w:rsid w:val="00367C8F"/>
    <w:rsid w:val="0037285F"/>
    <w:rsid w:val="00372BAA"/>
    <w:rsid w:val="003736F3"/>
    <w:rsid w:val="003740AA"/>
    <w:rsid w:val="00377A36"/>
    <w:rsid w:val="00380CA5"/>
    <w:rsid w:val="003815D3"/>
    <w:rsid w:val="00381ED2"/>
    <w:rsid w:val="0038211B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A6408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2C03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47B56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80943"/>
    <w:rsid w:val="00482335"/>
    <w:rsid w:val="00482E64"/>
    <w:rsid w:val="00485FE5"/>
    <w:rsid w:val="00491F2F"/>
    <w:rsid w:val="0049210F"/>
    <w:rsid w:val="00495CA3"/>
    <w:rsid w:val="0049688B"/>
    <w:rsid w:val="004B21B9"/>
    <w:rsid w:val="004B2F07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7155"/>
    <w:rsid w:val="00565110"/>
    <w:rsid w:val="005702B1"/>
    <w:rsid w:val="005704F8"/>
    <w:rsid w:val="0057258C"/>
    <w:rsid w:val="005730F5"/>
    <w:rsid w:val="00582A87"/>
    <w:rsid w:val="005853DF"/>
    <w:rsid w:val="00585C35"/>
    <w:rsid w:val="0059499B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1E5A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17587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44A3"/>
    <w:rsid w:val="00685CDD"/>
    <w:rsid w:val="00685FEB"/>
    <w:rsid w:val="006949D1"/>
    <w:rsid w:val="00695BD7"/>
    <w:rsid w:val="00696141"/>
    <w:rsid w:val="0069663A"/>
    <w:rsid w:val="006966F0"/>
    <w:rsid w:val="006A2E6B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D131D"/>
    <w:rsid w:val="006D2E0D"/>
    <w:rsid w:val="006D34C3"/>
    <w:rsid w:val="006E1769"/>
    <w:rsid w:val="006F01C0"/>
    <w:rsid w:val="006F127B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3673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281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42C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2D73"/>
    <w:rsid w:val="0080499E"/>
    <w:rsid w:val="00810BA7"/>
    <w:rsid w:val="00811A33"/>
    <w:rsid w:val="008123E9"/>
    <w:rsid w:val="00812439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7399"/>
    <w:rsid w:val="0097069E"/>
    <w:rsid w:val="009706B2"/>
    <w:rsid w:val="00970DD5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5849"/>
    <w:rsid w:val="00D003F7"/>
    <w:rsid w:val="00D075D8"/>
    <w:rsid w:val="00D112B4"/>
    <w:rsid w:val="00D13552"/>
    <w:rsid w:val="00D14609"/>
    <w:rsid w:val="00D15612"/>
    <w:rsid w:val="00D15884"/>
    <w:rsid w:val="00D15FE7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B663C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34A6"/>
    <w:rsid w:val="00E73603"/>
    <w:rsid w:val="00E7441F"/>
    <w:rsid w:val="00E772BE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6C44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217D"/>
    <w:rsid w:val="00EF37A3"/>
    <w:rsid w:val="00EF3D21"/>
    <w:rsid w:val="00EF4F94"/>
    <w:rsid w:val="00F018C0"/>
    <w:rsid w:val="00F122F0"/>
    <w:rsid w:val="00F12321"/>
    <w:rsid w:val="00F13DF8"/>
    <w:rsid w:val="00F148EE"/>
    <w:rsid w:val="00F201EA"/>
    <w:rsid w:val="00F23AF5"/>
    <w:rsid w:val="00F23ED4"/>
    <w:rsid w:val="00F24FAB"/>
    <w:rsid w:val="00F30575"/>
    <w:rsid w:val="00F335C5"/>
    <w:rsid w:val="00F34670"/>
    <w:rsid w:val="00F36275"/>
    <w:rsid w:val="00F4233E"/>
    <w:rsid w:val="00F42D02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23A4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51A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85A73-BD41-4B4F-8693-F4C8EA4F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53</TotalTime>
  <Pages>8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6502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11</cp:revision>
  <cp:lastPrinted>2025-02-07T06:18:00Z</cp:lastPrinted>
  <dcterms:created xsi:type="dcterms:W3CDTF">2025-04-18T04:37:00Z</dcterms:created>
  <dcterms:modified xsi:type="dcterms:W3CDTF">2025-11-06T07:40:00Z</dcterms:modified>
</cp:coreProperties>
</file>